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1710"/>
        <w:tblW w:w="0" w:type="auto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8412"/>
      </w:tblGrid>
      <w:tr w:rsidR="00000000" w:rsidTr="00F75064">
        <w:trPr>
          <w:trHeight w:hRule="exact" w:val="11926"/>
        </w:trPr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64" w:rsidRDefault="008C74A7" w:rsidP="00F75064">
            <w:pPr>
              <w:pStyle w:val="a3"/>
              <w:jc w:val="right"/>
              <w:rPr>
                <w:rFonts w:cs="Century" w:hint="eastAsia"/>
                <w:spacing w:val="3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Century" w:hint="eastAsia"/>
                <w:noProof/>
                <w:spacing w:val="3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2223135</wp:posOffset>
                      </wp:positionV>
                      <wp:extent cx="1711960" cy="231140"/>
                      <wp:effectExtent l="0" t="0" r="0" b="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1960" cy="2311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5B9B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61A431" id="Rectangle 1" o:spid="_x0000_s1026" style="position:absolute;left:0;text-align:left;margin-left:22.85pt;margin-top:175.05pt;width:134.8pt;height:1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" filled="f" strokecolor="#5b9bd5">
                      <v:textbox inset="5.85pt,.7pt,5.85pt,.7pt"/>
                    </v:rect>
                  </w:pict>
                </mc:Fallback>
              </mc:AlternateContent>
            </w:r>
            <w:r w:rsidR="00F75064">
              <w:rPr>
                <w:rFonts w:cs="Century" w:hint="eastAsia"/>
                <w:spacing w:val="3"/>
                <w:sz w:val="24"/>
                <w:szCs w:val="24"/>
              </w:rPr>
              <w:t xml:space="preserve">　　　　　　　　　　　　　　　　　　　　　</w:t>
            </w:r>
          </w:p>
          <w:p w:rsidR="00F75064" w:rsidRPr="00661867" w:rsidRDefault="0060345F" w:rsidP="00F75064">
            <w:pPr>
              <w:pStyle w:val="a3"/>
              <w:spacing w:line="320" w:lineRule="exact"/>
              <w:ind w:right="224"/>
              <w:jc w:val="right"/>
              <w:rPr>
                <w:rFonts w:hint="eastAsia"/>
                <w:spacing w:val="0"/>
                <w:sz w:val="21"/>
                <w:szCs w:val="21"/>
              </w:rPr>
            </w:pPr>
            <w:r w:rsidRPr="00FD6C69">
              <w:rPr>
                <w:rFonts w:hint="eastAsia"/>
                <w:color w:val="0070C0"/>
                <w:sz w:val="21"/>
                <w:szCs w:val="21"/>
              </w:rPr>
              <w:t>令和○</w:t>
            </w:r>
            <w:r w:rsidR="00F75064" w:rsidRPr="00661867">
              <w:rPr>
                <w:rFonts w:ascii="ＭＳ 明朝" w:hAnsi="ＭＳ 明朝" w:hint="eastAsia"/>
                <w:sz w:val="21"/>
                <w:szCs w:val="21"/>
              </w:rPr>
              <w:t xml:space="preserve">年　</w:t>
            </w:r>
            <w:r w:rsidRPr="00FD6C69">
              <w:rPr>
                <w:rFonts w:hint="eastAsia"/>
                <w:color w:val="0070C0"/>
                <w:sz w:val="21"/>
                <w:szCs w:val="21"/>
              </w:rPr>
              <w:t>○</w:t>
            </w:r>
            <w:r w:rsidR="00F75064" w:rsidRPr="00661867">
              <w:rPr>
                <w:rFonts w:ascii="ＭＳ 明朝" w:hAnsi="ＭＳ 明朝" w:hint="eastAsia"/>
                <w:sz w:val="21"/>
                <w:szCs w:val="21"/>
              </w:rPr>
              <w:t>月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FD6C69">
              <w:rPr>
                <w:rFonts w:hint="eastAsia"/>
                <w:color w:val="0070C0"/>
                <w:sz w:val="21"/>
                <w:szCs w:val="21"/>
              </w:rPr>
              <w:t>○</w:t>
            </w:r>
            <w:r w:rsidR="00F75064" w:rsidRPr="00661867">
              <w:rPr>
                <w:rFonts w:ascii="ＭＳ 明朝" w:hAnsi="ＭＳ 明朝" w:hint="eastAsia"/>
                <w:sz w:val="21"/>
                <w:szCs w:val="21"/>
              </w:rPr>
              <w:t>日</w:t>
            </w:r>
          </w:p>
          <w:p w:rsidR="00F75064" w:rsidRPr="00661867" w:rsidRDefault="00F75064" w:rsidP="00F75064">
            <w:pPr>
              <w:pStyle w:val="a3"/>
              <w:spacing w:before="250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老人デイサービスセンター等設置届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</w:p>
          <w:p w:rsidR="00F75064" w:rsidRPr="00661867" w:rsidRDefault="00F75064" w:rsidP="00F75064">
            <w:pPr>
              <w:pStyle w:val="a3"/>
              <w:ind w:firstLineChars="100" w:firstLine="224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（宛先）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福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岡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市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長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所在地</w:t>
            </w:r>
            <w:r w:rsidR="0060345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60345F" w:rsidRPr="008239F4">
              <w:rPr>
                <w:rFonts w:hint="eastAsia"/>
                <w:color w:val="0070C0"/>
              </w:rPr>
              <w:t>福岡市○○区○○丁目○番○号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名　称</w:t>
            </w:r>
            <w:r w:rsidR="0060345F"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</w:t>
            </w:r>
            <w:r w:rsidR="0060345F" w:rsidRPr="008239F4">
              <w:rPr>
                <w:rFonts w:hint="eastAsia"/>
                <w:color w:val="0070C0"/>
              </w:rPr>
              <w:t>株式会社○○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cs="Century" w:hint="eastAsia"/>
                <w:spacing w:val="3"/>
                <w:sz w:val="21"/>
                <w:szCs w:val="21"/>
              </w:rPr>
              <w:t xml:space="preserve">　　　　　　　　　　　　　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代表者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</w:t>
            </w:r>
            <w:r w:rsidR="0060345F" w:rsidRPr="008239F4">
              <w:rPr>
                <w:rFonts w:hint="eastAsia"/>
                <w:color w:val="0070C0"/>
              </w:rPr>
              <w:t>何野　某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　　　　　　　　　　　　　　</w:t>
            </w:r>
          </w:p>
          <w:p w:rsidR="00F75064" w:rsidRPr="00661867" w:rsidRDefault="00F75064" w:rsidP="00F75064">
            <w:pPr>
              <w:pStyle w:val="a3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firstLineChars="248" w:firstLine="551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"/>
                <w:sz w:val="21"/>
                <w:szCs w:val="21"/>
                <w:fitText w:val="2533" w:id="-2033036032"/>
              </w:rPr>
              <w:t>老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2"/>
              </w:rPr>
              <w:t>人デイサービスセンター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left="1" w:firstLineChars="158" w:firstLine="525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1"/>
                <w:sz w:val="21"/>
                <w:szCs w:val="21"/>
                <w:fitText w:val="2533" w:id="-2033036031"/>
              </w:rPr>
              <w:t>老人短期入所施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1"/>
              </w:rPr>
              <w:t>設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を設置するので</w:t>
            </w:r>
            <w:r w:rsidR="00933677">
              <w:rPr>
                <w:rFonts w:ascii="ＭＳ 明朝" w:hAnsi="ＭＳ 明朝" w:hint="eastAsia"/>
                <w:spacing w:val="6"/>
                <w:sz w:val="21"/>
                <w:szCs w:val="21"/>
              </w:rPr>
              <w:t>、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>関係書類を添えて届け出ます。</w:t>
            </w:r>
          </w:p>
          <w:p w:rsidR="001E418D" w:rsidRPr="0060345F" w:rsidRDefault="00F75064" w:rsidP="0060345F">
            <w:pPr>
              <w:pStyle w:val="a3"/>
              <w:spacing w:line="260" w:lineRule="exact"/>
              <w:ind w:left="1" w:firstLineChars="100" w:firstLine="222"/>
              <w:rPr>
                <w:rFonts w:ascii="ＭＳ 明朝" w:hAnsi="ＭＳ 明朝" w:hint="eastAsia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   </w:t>
            </w:r>
            <w:r w:rsidRPr="001E418D">
              <w:rPr>
                <w:rFonts w:ascii="ＭＳ 明朝" w:hAnsi="ＭＳ 明朝" w:hint="eastAsia"/>
                <w:spacing w:val="15"/>
                <w:sz w:val="21"/>
                <w:szCs w:val="21"/>
                <w:fitText w:val="2381" w:id="-2033036030"/>
              </w:rPr>
              <w:t>老人介護支援センタ</w:t>
            </w:r>
            <w:r w:rsidRPr="001E418D">
              <w:rPr>
                <w:rFonts w:ascii="ＭＳ 明朝" w:hAnsi="ＭＳ 明朝" w:hint="eastAsia"/>
                <w:spacing w:val="5"/>
                <w:sz w:val="21"/>
                <w:szCs w:val="21"/>
                <w:fitText w:val="2381" w:id="-2033036030"/>
              </w:rPr>
              <w:t>ー</w:t>
            </w:r>
          </w:p>
          <w:p w:rsidR="00F75064" w:rsidRDefault="00F75064" w:rsidP="00F75064">
            <w:pPr>
              <w:pStyle w:val="a4"/>
              <w:rPr>
                <w:rFonts w:hint="eastAsia"/>
              </w:rPr>
            </w:pPr>
            <w:r w:rsidRPr="00661867">
              <w:rPr>
                <w:rFonts w:hint="eastAsia"/>
              </w:rPr>
              <w:t>記</w:t>
            </w:r>
          </w:p>
          <w:p w:rsidR="00F75064" w:rsidRDefault="00F75064" w:rsidP="00F75064">
            <w:pPr>
              <w:rPr>
                <w:rFonts w:hint="eastAsia"/>
              </w:rPr>
            </w:pPr>
          </w:p>
          <w:p w:rsidR="00F75064" w:rsidRDefault="00F75064" w:rsidP="00F75064">
            <w:pPr>
              <w:pStyle w:val="a5"/>
              <w:rPr>
                <w:rFonts w:hint="eastAsia"/>
              </w:rPr>
            </w:pP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１　施設の名称</w:t>
            </w:r>
            <w:r w:rsidR="00933677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種類及び所在地</w:t>
            </w:r>
          </w:p>
          <w:p w:rsidR="0060345F" w:rsidRPr="00D71CE3" w:rsidRDefault="00F75064" w:rsidP="0060345F">
            <w:pPr>
              <w:pStyle w:val="a3"/>
              <w:rPr>
                <w:rFonts w:cs="Century"/>
                <w:color w:val="0070C0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デイサービスセンター○○</w:t>
            </w:r>
          </w:p>
          <w:p w:rsidR="00F75064" w:rsidRPr="0060345F" w:rsidRDefault="0060345F" w:rsidP="0060345F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 xml:space="preserve">　　</w:t>
            </w:r>
            <w:r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 xml:space="preserve"> </w:t>
            </w:r>
            <w:r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老人デイサービスセンター（通所介護、第一</w:t>
            </w:r>
            <w:r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号通所事業）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２　建物の規模及び構造並びに設備の概要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３　職員の定数及び職務の内容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４　施設の長の氏名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2"/>
                <w:sz w:val="21"/>
                <w:szCs w:val="21"/>
              </w:rPr>
            </w:pPr>
            <w:r w:rsidRPr="00661867">
              <w:rPr>
                <w:rFonts w:cs="Century"/>
                <w:spacing w:val="2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2"/>
                <w:sz w:val="21"/>
                <w:szCs w:val="21"/>
              </w:rPr>
              <w:t xml:space="preserve">　　</w:t>
            </w:r>
            <w:r w:rsidR="0060345F">
              <w:rPr>
                <w:rFonts w:cs="Century" w:hint="eastAsia"/>
                <w:color w:val="0070C0"/>
                <w:spacing w:val="2"/>
                <w:sz w:val="21"/>
                <w:szCs w:val="21"/>
              </w:rPr>
              <w:t>博多　太郎</w:t>
            </w:r>
          </w:p>
          <w:p w:rsidR="00F75064" w:rsidRPr="00661867" w:rsidRDefault="00F75064" w:rsidP="00F75064">
            <w:pPr>
              <w:pStyle w:val="a3"/>
              <w:ind w:firstLineChars="50" w:firstLine="111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５　事業を行おうとする区域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６　老人短期入所施設に</w:t>
            </w:r>
            <w:r>
              <w:rPr>
                <w:rFonts w:ascii="ＭＳ 明朝" w:hAnsi="ＭＳ 明朝" w:hint="eastAsia"/>
                <w:sz w:val="21"/>
                <w:szCs w:val="21"/>
              </w:rPr>
              <w:t>あつて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は</w:t>
            </w:r>
            <w:r w:rsidR="00933677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その入所定員</w:t>
            </w:r>
          </w:p>
          <w:p w:rsidR="00F75064" w:rsidRPr="0060345F" w:rsidRDefault="00F75064" w:rsidP="0060345F">
            <w:pPr>
              <w:pStyle w:val="a3"/>
              <w:rPr>
                <w:rFonts w:cs="Century" w:hint="eastAsia"/>
                <w:color w:val="0070C0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別添のとおり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７　事業開始の予定年月日</w:t>
            </w:r>
          </w:p>
          <w:p w:rsidR="00F75064" w:rsidRPr="0060345F" w:rsidRDefault="00F75064" w:rsidP="0060345F">
            <w:pPr>
              <w:pStyle w:val="a3"/>
              <w:rPr>
                <w:rFonts w:cs="Century" w:hint="eastAsia"/>
                <w:color w:val="0070C0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="0060345F"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="0060345F" w:rsidRPr="00D71CE3">
              <w:rPr>
                <w:rFonts w:cs="Century" w:hint="eastAsia"/>
                <w:color w:val="0070C0"/>
                <w:spacing w:val="3"/>
                <w:sz w:val="21"/>
                <w:szCs w:val="21"/>
              </w:rPr>
              <w:t>令和○年○月○日</w:t>
            </w:r>
          </w:p>
          <w:p w:rsidR="00F75064" w:rsidRPr="00661867" w:rsidRDefault="00F75064" w:rsidP="00F75064">
            <w:pPr>
              <w:pStyle w:val="a3"/>
              <w:ind w:firstLineChars="150" w:firstLine="336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添付書類</w:t>
            </w:r>
          </w:p>
          <w:p w:rsidR="00F75064" w:rsidRPr="00612E9A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1"/>
                <w:szCs w:val="21"/>
              </w:rPr>
              <w:t>登記事項証明書</w:t>
            </w:r>
          </w:p>
        </w:tc>
      </w:tr>
    </w:tbl>
    <w:p w:rsidR="00F75064" w:rsidRDefault="00F75064" w:rsidP="00E06EFD">
      <w:pPr>
        <w:pStyle w:val="a3"/>
        <w:ind w:firstLineChars="100" w:firstLine="254"/>
        <w:rPr>
          <w:rFonts w:ascii="ＭＳ 明朝" w:hAnsi="ＭＳ 明朝"/>
          <w:sz w:val="20"/>
          <w:szCs w:val="20"/>
        </w:rPr>
      </w:pPr>
      <w:r w:rsidRPr="00F75064">
        <w:rPr>
          <w:rFonts w:ascii="ＭＳ 明朝" w:hAnsi="ＭＳ 明朝" w:hint="eastAsia"/>
          <w:sz w:val="24"/>
          <w:szCs w:val="20"/>
        </w:rPr>
        <w:t>様式第17号</w:t>
      </w:r>
    </w:p>
    <w:p w:rsidR="00A14D1B" w:rsidRPr="0097499B" w:rsidRDefault="00A14D1B" w:rsidP="00F75064">
      <w:pPr>
        <w:pStyle w:val="a3"/>
        <w:ind w:firstLineChars="200" w:firstLine="428"/>
        <w:rPr>
          <w:spacing w:val="0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（記載上の注意）</w:t>
      </w:r>
    </w:p>
    <w:p w:rsidR="006B5B51" w:rsidRDefault="00A14D1B" w:rsidP="00466309">
      <w:pPr>
        <w:pStyle w:val="a3"/>
        <w:ind w:left="642" w:hangingChars="300" w:hanging="642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 xml:space="preserve">　　　</w:t>
      </w:r>
      <w:r w:rsidR="00C723E4">
        <w:rPr>
          <w:rFonts w:ascii="ＭＳ 明朝" w:hAnsi="ＭＳ 明朝" w:hint="eastAsia"/>
          <w:sz w:val="20"/>
          <w:szCs w:val="20"/>
        </w:rPr>
        <w:t xml:space="preserve">　</w:t>
      </w:r>
      <w:r w:rsidRPr="0097499B">
        <w:rPr>
          <w:rFonts w:ascii="ＭＳ 明朝" w:hAnsi="ＭＳ 明朝" w:hint="eastAsia"/>
          <w:sz w:val="20"/>
          <w:szCs w:val="20"/>
        </w:rPr>
        <w:t>建</w:t>
      </w:r>
      <w:r w:rsidR="00F071DD">
        <w:rPr>
          <w:rFonts w:ascii="ＭＳ 明朝" w:hAnsi="ＭＳ 明朝" w:hint="eastAsia"/>
          <w:sz w:val="20"/>
          <w:szCs w:val="20"/>
        </w:rPr>
        <w:t>物の規模及び構造並びに設備の概要</w:t>
      </w:r>
      <w:r w:rsidR="00683646" w:rsidRPr="0097499B">
        <w:rPr>
          <w:rFonts w:ascii="ＭＳ 明朝" w:hAnsi="ＭＳ 明朝" w:hint="eastAsia"/>
          <w:sz w:val="20"/>
          <w:szCs w:val="20"/>
        </w:rPr>
        <w:t>については</w:t>
      </w:r>
      <w:r w:rsidR="00933677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詳細に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="00683646" w:rsidRPr="0097499B">
        <w:rPr>
          <w:rFonts w:ascii="ＭＳ 明朝" w:hAnsi="ＭＳ 明朝" w:hint="eastAsia"/>
          <w:sz w:val="20"/>
          <w:szCs w:val="20"/>
        </w:rPr>
        <w:t>するほ</w:t>
      </w:r>
      <w:r w:rsidRPr="0097499B">
        <w:rPr>
          <w:rFonts w:ascii="ＭＳ 明朝" w:hAnsi="ＭＳ 明朝" w:hint="eastAsia"/>
          <w:sz w:val="20"/>
          <w:szCs w:val="20"/>
        </w:rPr>
        <w:t>か</w:t>
      </w:r>
      <w:r w:rsidR="00933677">
        <w:rPr>
          <w:rFonts w:ascii="ＭＳ 明朝" w:hAnsi="ＭＳ 明朝" w:hint="eastAsia"/>
          <w:sz w:val="20"/>
          <w:szCs w:val="20"/>
        </w:rPr>
        <w:t>、</w:t>
      </w:r>
      <w:r w:rsidRPr="0097499B">
        <w:rPr>
          <w:rFonts w:ascii="ＭＳ 明朝" w:hAnsi="ＭＳ 明朝" w:hint="eastAsia"/>
          <w:sz w:val="20"/>
          <w:szCs w:val="20"/>
        </w:rPr>
        <w:t>配置図</w:t>
      </w:r>
      <w:r w:rsidR="00933677">
        <w:rPr>
          <w:rFonts w:ascii="ＭＳ 明朝" w:hAnsi="ＭＳ 明朝" w:hint="eastAsia"/>
          <w:sz w:val="20"/>
          <w:szCs w:val="20"/>
        </w:rPr>
        <w:t>、</w:t>
      </w:r>
    </w:p>
    <w:p w:rsidR="006B5B51" w:rsidRDefault="00A14D1B" w:rsidP="006B5B51">
      <w:pPr>
        <w:pStyle w:val="a3"/>
        <w:ind w:leftChars="300" w:left="630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平面図及び位置</w:t>
      </w:r>
      <w:r w:rsidR="00683646" w:rsidRPr="0097499B">
        <w:rPr>
          <w:rFonts w:ascii="ＭＳ 明朝" w:hAnsi="ＭＳ 明朝" w:hint="eastAsia"/>
          <w:sz w:val="20"/>
          <w:szCs w:val="20"/>
        </w:rPr>
        <w:t>図を添付すること。なお</w:t>
      </w:r>
      <w:r w:rsidR="00933677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届出の対象と</w:t>
      </w:r>
      <w:r w:rsidRPr="0097499B">
        <w:rPr>
          <w:rFonts w:ascii="ＭＳ 明朝" w:hAnsi="ＭＳ 明朝" w:hint="eastAsia"/>
          <w:sz w:val="20"/>
          <w:szCs w:val="20"/>
        </w:rPr>
        <w:t>なる建物及び土地の区割りを</w:t>
      </w:r>
    </w:p>
    <w:p w:rsidR="00A14D1B" w:rsidRDefault="00A14D1B" w:rsidP="006B5B51">
      <w:pPr>
        <w:pStyle w:val="a3"/>
        <w:ind w:leftChars="300" w:left="630"/>
        <w:rPr>
          <w:spacing w:val="0"/>
        </w:rPr>
      </w:pPr>
      <w:r w:rsidRPr="0097499B">
        <w:rPr>
          <w:rFonts w:ascii="ＭＳ 明朝" w:hAnsi="ＭＳ 明朝" w:hint="eastAsia"/>
          <w:sz w:val="20"/>
          <w:szCs w:val="20"/>
        </w:rPr>
        <w:t>明瞭に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Pr="0097499B">
        <w:rPr>
          <w:rFonts w:ascii="ＭＳ 明朝" w:hAnsi="ＭＳ 明朝" w:hint="eastAsia"/>
          <w:sz w:val="20"/>
          <w:szCs w:val="20"/>
        </w:rPr>
        <w:t>すること。</w:t>
      </w:r>
      <w:r w:rsidRPr="0097499B">
        <w:rPr>
          <w:rFonts w:ascii="ＭＳ 明朝" w:hAnsi="ＭＳ 明朝" w:hint="eastAsia"/>
          <w:spacing w:val="3"/>
          <w:sz w:val="20"/>
          <w:szCs w:val="20"/>
        </w:rPr>
        <w:t xml:space="preserve">    </w:t>
      </w:r>
    </w:p>
    <w:sectPr w:rsidR="00A14D1B" w:rsidSect="00466309">
      <w:pgSz w:w="11906" w:h="16838" w:code="9"/>
      <w:pgMar w:top="1304" w:right="1418" w:bottom="130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418" w:rsidRDefault="00291418" w:rsidP="00F75064">
      <w:r>
        <w:separator/>
      </w:r>
    </w:p>
  </w:endnote>
  <w:endnote w:type="continuationSeparator" w:id="0">
    <w:p w:rsidR="00291418" w:rsidRDefault="00291418" w:rsidP="00F7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418" w:rsidRDefault="00291418" w:rsidP="00F75064">
      <w:r>
        <w:separator/>
      </w:r>
    </w:p>
  </w:footnote>
  <w:footnote w:type="continuationSeparator" w:id="0">
    <w:p w:rsidR="00291418" w:rsidRDefault="00291418" w:rsidP="00F7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1B"/>
    <w:rsid w:val="000F557D"/>
    <w:rsid w:val="00177B4C"/>
    <w:rsid w:val="001E418D"/>
    <w:rsid w:val="00244CB7"/>
    <w:rsid w:val="00291418"/>
    <w:rsid w:val="002A26A8"/>
    <w:rsid w:val="004015A4"/>
    <w:rsid w:val="00466309"/>
    <w:rsid w:val="004C6970"/>
    <w:rsid w:val="004F55D9"/>
    <w:rsid w:val="0060345F"/>
    <w:rsid w:val="00612E9A"/>
    <w:rsid w:val="00661867"/>
    <w:rsid w:val="0066313D"/>
    <w:rsid w:val="00683646"/>
    <w:rsid w:val="006B5B51"/>
    <w:rsid w:val="007F3531"/>
    <w:rsid w:val="008239F4"/>
    <w:rsid w:val="00871A76"/>
    <w:rsid w:val="008B50F7"/>
    <w:rsid w:val="008C46CA"/>
    <w:rsid w:val="008C74A7"/>
    <w:rsid w:val="008F330B"/>
    <w:rsid w:val="009117A5"/>
    <w:rsid w:val="00915C50"/>
    <w:rsid w:val="00933677"/>
    <w:rsid w:val="0095797A"/>
    <w:rsid w:val="0097499B"/>
    <w:rsid w:val="00A14D1B"/>
    <w:rsid w:val="00AD42C0"/>
    <w:rsid w:val="00AE6EB5"/>
    <w:rsid w:val="00C21375"/>
    <w:rsid w:val="00C723E4"/>
    <w:rsid w:val="00C97AA5"/>
    <w:rsid w:val="00CB23EE"/>
    <w:rsid w:val="00CF68F1"/>
    <w:rsid w:val="00D37674"/>
    <w:rsid w:val="00D6303D"/>
    <w:rsid w:val="00D71CE3"/>
    <w:rsid w:val="00DF561C"/>
    <w:rsid w:val="00E06EFD"/>
    <w:rsid w:val="00E14FF7"/>
    <w:rsid w:val="00E224FD"/>
    <w:rsid w:val="00E67416"/>
    <w:rsid w:val="00E816D8"/>
    <w:rsid w:val="00ED4C39"/>
    <w:rsid w:val="00EF3E2C"/>
    <w:rsid w:val="00F071DD"/>
    <w:rsid w:val="00F63C5A"/>
    <w:rsid w:val="00F75064"/>
    <w:rsid w:val="00FA61AA"/>
    <w:rsid w:val="00FA6510"/>
    <w:rsid w:val="00FC4E9A"/>
    <w:rsid w:val="00FD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DC2C69-3219-446B-B2D9-5BD40B9C0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7"/>
      <w:sz w:val="25"/>
      <w:szCs w:val="25"/>
    </w:rPr>
  </w:style>
  <w:style w:type="paragraph" w:styleId="a4">
    <w:name w:val="Note Heading"/>
    <w:basedOn w:val="a"/>
    <w:next w:val="a"/>
    <w:rsid w:val="00D37674"/>
    <w:pPr>
      <w:jc w:val="center"/>
    </w:pPr>
    <w:rPr>
      <w:rFonts w:ascii="ＭＳ 明朝" w:hAnsi="ＭＳ 明朝" w:cs="ＭＳ 明朝"/>
      <w:spacing w:val="7"/>
      <w:kern w:val="0"/>
      <w:szCs w:val="21"/>
    </w:rPr>
  </w:style>
  <w:style w:type="paragraph" w:styleId="a5">
    <w:name w:val="Closing"/>
    <w:basedOn w:val="a"/>
    <w:rsid w:val="00D37674"/>
    <w:pPr>
      <w:jc w:val="right"/>
    </w:pPr>
    <w:rPr>
      <w:rFonts w:ascii="ＭＳ 明朝" w:hAnsi="ＭＳ 明朝" w:cs="ＭＳ 明朝"/>
      <w:spacing w:val="7"/>
      <w:kern w:val="0"/>
      <w:szCs w:val="21"/>
    </w:rPr>
  </w:style>
  <w:style w:type="paragraph" w:styleId="a6">
    <w:name w:val="header"/>
    <w:basedOn w:val="a"/>
    <w:link w:val="a7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75064"/>
    <w:rPr>
      <w:kern w:val="2"/>
      <w:sz w:val="21"/>
      <w:szCs w:val="24"/>
    </w:rPr>
  </w:style>
  <w:style w:type="paragraph" w:styleId="a8">
    <w:name w:val="footer"/>
    <w:basedOn w:val="a"/>
    <w:link w:val="a9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750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396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様式第４号（第５条）</vt:lpstr>
      <vt:lpstr>様式第４号（第５条）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様式第４号（第５条）</dc:title>
  <dc:subject/>
  <dc:creator>FINE_User</dc:creator>
  <cp:keywords/>
  <dc:description/>
  <cp:lastModifiedBy>佐々木　麻奈美</cp:lastModifiedBy>
  <cp:revision>2</cp:revision>
  <cp:lastPrinted>1601-01-01T00:00:00Z</cp:lastPrinted>
  <dcterms:created xsi:type="dcterms:W3CDTF">2024-10-01T06:39:00Z</dcterms:created>
  <dcterms:modified xsi:type="dcterms:W3CDTF">2024-10-01T06:39:00Z</dcterms:modified>
</cp:coreProperties>
</file>